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368" w:rsidRDefault="00451368" w:rsidP="00973F2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DISCRIMINATION BASED ON RELIGION</w:t>
      </w:r>
    </w:p>
    <w:p w:rsidR="00451368" w:rsidRDefault="00451368" w:rsidP="00973F21">
      <w:pPr>
        <w:spacing w:line="240" w:lineRule="auto"/>
      </w:pPr>
      <w:r>
        <w:t>1) Are you discriminated in your classroom because of your religion?</w:t>
      </w:r>
    </w:p>
    <w:p w:rsidR="00451368" w:rsidRDefault="00451368" w:rsidP="00973F21">
      <w:pPr>
        <w:pStyle w:val="ListParagraph"/>
        <w:ind w:left="1440"/>
      </w:pPr>
      <w:r>
        <w:t>a) yes</w:t>
      </w:r>
    </w:p>
    <w:p w:rsidR="00451368" w:rsidRDefault="00451368" w:rsidP="00DD3A69">
      <w:pPr>
        <w:pStyle w:val="ListParagraph"/>
        <w:ind w:left="1440"/>
      </w:pPr>
      <w:r>
        <w:t>b) no</w:t>
      </w:r>
    </w:p>
    <w:p w:rsidR="00451368" w:rsidRDefault="00451368" w:rsidP="00DD3A69">
      <w:pPr>
        <w:pStyle w:val="ListParagraph"/>
        <w:ind w:left="0"/>
      </w:pPr>
      <w:r>
        <w:t>2) Are you forced to participate at the religion lessons?</w:t>
      </w:r>
    </w:p>
    <w:p w:rsidR="00451368" w:rsidRDefault="00451368" w:rsidP="00973F21">
      <w:r>
        <w:tab/>
      </w:r>
      <w:r>
        <w:tab/>
        <w:t>a) yes</w:t>
      </w:r>
    </w:p>
    <w:p w:rsidR="00451368" w:rsidRDefault="00451368" w:rsidP="00973F21">
      <w:r>
        <w:tab/>
      </w:r>
      <w:r>
        <w:tab/>
        <w:t>b) no</w:t>
      </w:r>
    </w:p>
    <w:p w:rsidR="00451368" w:rsidRDefault="00451368" w:rsidP="00973F21">
      <w:r>
        <w:t>3) Is your religion available to be studied in your school?</w:t>
      </w:r>
    </w:p>
    <w:p w:rsidR="00451368" w:rsidRDefault="00451368" w:rsidP="00973F21">
      <w:r>
        <w:tab/>
      </w:r>
      <w:r>
        <w:tab/>
        <w:t>a) yes</w:t>
      </w:r>
    </w:p>
    <w:p w:rsidR="00451368" w:rsidRDefault="00451368" w:rsidP="00973F21">
      <w:r>
        <w:tab/>
      </w:r>
      <w:r>
        <w:tab/>
        <w:t>b) no</w:t>
      </w:r>
    </w:p>
    <w:p w:rsidR="00451368" w:rsidRDefault="00451368" w:rsidP="00973F21">
      <w:r>
        <w:t>4) Are you allowed by your confession to have friends with another confession?</w:t>
      </w:r>
    </w:p>
    <w:p w:rsidR="00451368" w:rsidRDefault="00451368" w:rsidP="00973F21">
      <w:r>
        <w:tab/>
      </w:r>
      <w:r>
        <w:tab/>
        <w:t>a)yes</w:t>
      </w:r>
    </w:p>
    <w:p w:rsidR="00451368" w:rsidRDefault="00451368" w:rsidP="00973F21">
      <w:r>
        <w:tab/>
      </w:r>
      <w:r>
        <w:tab/>
        <w:t>b)no</w:t>
      </w:r>
    </w:p>
    <w:p w:rsidR="00451368" w:rsidRDefault="00451368" w:rsidP="00973F21">
      <w:r>
        <w:t>5) Are you privileged because of your confession?</w:t>
      </w:r>
    </w:p>
    <w:p w:rsidR="00451368" w:rsidRDefault="00451368" w:rsidP="00973F21">
      <w:r>
        <w:tab/>
      </w:r>
      <w:r>
        <w:tab/>
        <w:t>a) yes</w:t>
      </w:r>
    </w:p>
    <w:p w:rsidR="00451368" w:rsidRDefault="00451368" w:rsidP="00973F21">
      <w:r>
        <w:tab/>
      </w:r>
      <w:r>
        <w:tab/>
        <w:t>b) no</w:t>
      </w:r>
    </w:p>
    <w:p w:rsidR="00451368" w:rsidRDefault="00451368" w:rsidP="00973F21">
      <w:r>
        <w:t xml:space="preserve"> 6) Are there students in your school who don’t have access to certain facilities because of their religion? (Facilities- trips, going outs)</w:t>
      </w:r>
    </w:p>
    <w:p w:rsidR="00451368" w:rsidRDefault="00451368" w:rsidP="00973F21">
      <w:r>
        <w:tab/>
      </w:r>
      <w:r>
        <w:tab/>
        <w:t>a) yes</w:t>
      </w:r>
    </w:p>
    <w:p w:rsidR="00451368" w:rsidRDefault="00451368" w:rsidP="00973F21">
      <w:r>
        <w:tab/>
      </w:r>
      <w:r>
        <w:tab/>
        <w:t>b) no</w:t>
      </w:r>
    </w:p>
    <w:p w:rsidR="00451368" w:rsidRDefault="00451368" w:rsidP="00973F21">
      <w:r>
        <w:t>7) Are you treated absolutely identically as the other students?</w:t>
      </w:r>
    </w:p>
    <w:p w:rsidR="00451368" w:rsidRDefault="00451368" w:rsidP="00973F21">
      <w:r>
        <w:tab/>
      </w:r>
      <w:r>
        <w:tab/>
        <w:t>a) yes</w:t>
      </w:r>
    </w:p>
    <w:p w:rsidR="00451368" w:rsidRDefault="00451368" w:rsidP="00973F21">
      <w:r>
        <w:tab/>
      </w:r>
      <w:r>
        <w:tab/>
        <w:t>b) no</w:t>
      </w:r>
    </w:p>
    <w:p w:rsidR="00451368" w:rsidRDefault="00451368" w:rsidP="00973F21">
      <w:r>
        <w:t>8) Are there in your school students with onother religion?</w:t>
      </w:r>
    </w:p>
    <w:p w:rsidR="00451368" w:rsidRDefault="00451368" w:rsidP="00973F21">
      <w:r>
        <w:tab/>
      </w:r>
      <w:r>
        <w:tab/>
        <w:t>a) yes</w:t>
      </w:r>
    </w:p>
    <w:p w:rsidR="00451368" w:rsidRDefault="00451368" w:rsidP="00973F21">
      <w:r>
        <w:tab/>
      </w:r>
      <w:r>
        <w:tab/>
        <w:t>b) no</w:t>
      </w:r>
    </w:p>
    <w:p w:rsidR="00451368" w:rsidRDefault="00451368" w:rsidP="00973F21">
      <w:r>
        <w:t xml:space="preserve">   </w:t>
      </w:r>
    </w:p>
    <w:p w:rsidR="00451368" w:rsidRDefault="00451368" w:rsidP="00973F21">
      <w:r>
        <w:t>9) If yes, do they feel treated unfairly because of this aspect?</w:t>
      </w:r>
    </w:p>
    <w:p w:rsidR="00451368" w:rsidRDefault="00451368" w:rsidP="00973F21">
      <w:r>
        <w:tab/>
      </w:r>
      <w:r>
        <w:tab/>
        <w:t>a)yes</w:t>
      </w:r>
    </w:p>
    <w:p w:rsidR="00451368" w:rsidRDefault="00451368" w:rsidP="00973F21">
      <w:r>
        <w:tab/>
      </w:r>
      <w:r>
        <w:tab/>
        <w:t>b)no</w:t>
      </w:r>
    </w:p>
    <w:p w:rsidR="00451368" w:rsidRDefault="00451368" w:rsidP="00973F21">
      <w:r>
        <w:t xml:space="preserve">  10) Do you consider that this kind of discrimination contribute to psychological issues?</w:t>
      </w:r>
    </w:p>
    <w:p w:rsidR="00451368" w:rsidRDefault="00451368" w:rsidP="00973F21">
      <w:r>
        <w:tab/>
      </w:r>
      <w:r>
        <w:tab/>
        <w:t>a)yes</w:t>
      </w:r>
    </w:p>
    <w:p w:rsidR="00451368" w:rsidRPr="00991F42" w:rsidRDefault="00451368" w:rsidP="00973F21">
      <w:r>
        <w:tab/>
      </w:r>
      <w:r>
        <w:tab/>
        <w:t>b)no</w:t>
      </w:r>
    </w:p>
    <w:sectPr w:rsidR="00451368" w:rsidRPr="00991F42" w:rsidSect="006521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00B9B"/>
    <w:multiLevelType w:val="hybridMultilevel"/>
    <w:tmpl w:val="C8363430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F42"/>
    <w:rsid w:val="00451368"/>
    <w:rsid w:val="005D55EC"/>
    <w:rsid w:val="00652175"/>
    <w:rsid w:val="00973F21"/>
    <w:rsid w:val="00991F42"/>
    <w:rsid w:val="00A35849"/>
    <w:rsid w:val="00AB3993"/>
    <w:rsid w:val="00DD3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17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91F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140</Words>
  <Characters>798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Ebi</dc:creator>
  <cp:keywords/>
  <dc:description/>
  <cp:lastModifiedBy>zambilici</cp:lastModifiedBy>
  <cp:revision>2</cp:revision>
  <dcterms:created xsi:type="dcterms:W3CDTF">2010-05-18T15:51:00Z</dcterms:created>
  <dcterms:modified xsi:type="dcterms:W3CDTF">2010-05-18T16:14:00Z</dcterms:modified>
</cp:coreProperties>
</file>